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ayout w:type="fixed"/>
        <w:tblLook w:val="0600" w:firstRow="0" w:lastRow="0" w:firstColumn="0" w:lastColumn="0" w:noHBand="1" w:noVBand="1"/>
      </w:tblPr>
      <w:tblGrid>
        <w:gridCol w:w="1915"/>
        <w:gridCol w:w="1915"/>
        <w:gridCol w:w="1915"/>
        <w:gridCol w:w="1915"/>
        <w:gridCol w:w="1916"/>
      </w:tblGrid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Hysterical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Insecure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Insulted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Interested</w:t>
            </w:r>
          </w:p>
        </w:tc>
        <w:tc>
          <w:tcPr>
            <w:tcW w:w="1916" w:type="dxa"/>
          </w:tcPr>
          <w:p w:rsidR="00B11DE9" w:rsidRDefault="00CC2BF2" w:rsidP="00803B0E">
            <w:pPr>
              <w:jc w:val="center"/>
            </w:pPr>
            <w:r w:rsidRPr="00CC2BF2">
              <w:t>Irritated</w:t>
            </w:r>
          </w:p>
        </w:tc>
      </w:tr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Jealous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Lonely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Melancholy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Miserable</w:t>
            </w:r>
          </w:p>
        </w:tc>
        <w:tc>
          <w:tcPr>
            <w:tcW w:w="1916" w:type="dxa"/>
          </w:tcPr>
          <w:p w:rsidR="00B11DE9" w:rsidRPr="00CC2BF2" w:rsidRDefault="00CC2BF2" w:rsidP="00CC2BF2">
            <w:pPr>
              <w:jc w:val="center"/>
            </w:pPr>
            <w:r w:rsidRPr="00CC2BF2">
              <w:t>Mortified</w:t>
            </w:r>
          </w:p>
        </w:tc>
      </w:tr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Nervous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Optimistic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Outraged</w:t>
            </w:r>
          </w:p>
        </w:tc>
        <w:tc>
          <w:tcPr>
            <w:tcW w:w="1915" w:type="dxa"/>
          </w:tcPr>
          <w:p w:rsidR="00B11DE9" w:rsidRPr="00CC2BF2" w:rsidRDefault="00CC2BF2" w:rsidP="00CC2BF2">
            <w:pPr>
              <w:jc w:val="center"/>
            </w:pPr>
            <w:r w:rsidRPr="00CC2BF2">
              <w:t>Panicked</w:t>
            </w:r>
          </w:p>
        </w:tc>
        <w:tc>
          <w:tcPr>
            <w:tcW w:w="1916" w:type="dxa"/>
          </w:tcPr>
          <w:p w:rsidR="00B11DE9" w:rsidRDefault="00CC2BF2" w:rsidP="00B11DE9">
            <w:pPr>
              <w:jc w:val="center"/>
            </w:pPr>
            <w:r w:rsidRPr="00CC2BF2">
              <w:t>Proud</w:t>
            </w:r>
          </w:p>
        </w:tc>
      </w:tr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Regretful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Rejected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Relaxed</w:t>
            </w:r>
          </w:p>
        </w:tc>
        <w:tc>
          <w:tcPr>
            <w:tcW w:w="1915" w:type="dxa"/>
          </w:tcPr>
          <w:p w:rsidR="00B11DE9" w:rsidRPr="00CC2BF2" w:rsidRDefault="00CC2BF2" w:rsidP="00CC2BF2">
            <w:pPr>
              <w:jc w:val="center"/>
            </w:pPr>
            <w:r w:rsidRPr="00CC2BF2">
              <w:t>Relieved</w:t>
            </w:r>
          </w:p>
        </w:tc>
        <w:tc>
          <w:tcPr>
            <w:tcW w:w="1916" w:type="dxa"/>
          </w:tcPr>
          <w:p w:rsidR="005C5A2A" w:rsidRDefault="00CC2BF2" w:rsidP="005C5A2A">
            <w:pPr>
              <w:jc w:val="center"/>
            </w:pPr>
            <w:r w:rsidRPr="00CC2BF2">
              <w:t>Remorseful</w:t>
            </w:r>
          </w:p>
        </w:tc>
      </w:tr>
      <w:tr w:rsidR="00B11DE9" w:rsidTr="00803B0E">
        <w:trPr>
          <w:trHeight w:val="2395"/>
          <w:jc w:val="center"/>
        </w:trPr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Sad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Satisfied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Serene</w:t>
            </w:r>
          </w:p>
        </w:tc>
        <w:tc>
          <w:tcPr>
            <w:tcW w:w="1915" w:type="dxa"/>
          </w:tcPr>
          <w:p w:rsidR="00B11DE9" w:rsidRDefault="00CC2BF2" w:rsidP="00B11DE9">
            <w:pPr>
              <w:jc w:val="center"/>
            </w:pPr>
            <w:r w:rsidRPr="00CC2BF2">
              <w:t>Shocked</w:t>
            </w:r>
          </w:p>
        </w:tc>
        <w:tc>
          <w:tcPr>
            <w:tcW w:w="1916" w:type="dxa"/>
          </w:tcPr>
          <w:p w:rsidR="00B11DE9" w:rsidRDefault="00CC2BF2" w:rsidP="00B11DE9">
            <w:pPr>
              <w:jc w:val="center"/>
            </w:pPr>
            <w:r w:rsidRPr="00CC2BF2">
              <w:t>Sorrowful</w:t>
            </w:r>
            <w:bookmarkStart w:id="0" w:name="_GoBack"/>
            <w:bookmarkEnd w:id="0"/>
          </w:p>
        </w:tc>
      </w:tr>
    </w:tbl>
    <w:p w:rsidR="009B1287" w:rsidRDefault="009B1287"/>
    <w:sectPr w:rsidR="009B1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BF2"/>
    <w:rsid w:val="00464141"/>
    <w:rsid w:val="005C5A2A"/>
    <w:rsid w:val="00803B0E"/>
    <w:rsid w:val="008C3B54"/>
    <w:rsid w:val="009B1287"/>
    <w:rsid w:val="00B11DE9"/>
    <w:rsid w:val="00CC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1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1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insnider\Desktop\SCAVENGER%20HUNT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SCAVENGER HUNT MASTER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2012-01-27T15:11:00Z</dcterms:created>
  <dcterms:modified xsi:type="dcterms:W3CDTF">2012-01-27T15:15:00Z</dcterms:modified>
</cp:coreProperties>
</file>